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7777777" w:rsidR="00577F8B" w:rsidRDefault="00577F8B" w:rsidP="00577F8B">
      <w:pPr>
        <w:shd w:val="clear" w:color="auto" w:fill="FFFFFF"/>
        <w:ind w:left="3540" w:firstLine="708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23391200" w:rsidR="00577F8B" w:rsidRDefault="006A7D9B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E978DA">
        <w:rPr>
          <w:caps/>
          <w:sz w:val="28"/>
          <w:szCs w:val="28"/>
          <w:lang w:val="en-US"/>
        </w:rPr>
        <w:t>V</w:t>
      </w:r>
      <w:r w:rsidR="00A92EE0">
        <w:rPr>
          <w:caps/>
          <w:sz w:val="28"/>
          <w:szCs w:val="28"/>
          <w:lang w:val="uk-UA"/>
        </w:rPr>
        <w:t>І</w:t>
      </w:r>
      <w:r w:rsidR="00F56BE1">
        <w:rPr>
          <w:caps/>
          <w:sz w:val="28"/>
          <w:szCs w:val="28"/>
          <w:lang w:val="uk-UA"/>
        </w:rPr>
        <w:t>І</w:t>
      </w:r>
      <w:r w:rsidR="00CF3E71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6BD3759A" w14:textId="38F514BC" w:rsidR="00B20E5D" w:rsidRPr="00F56BE1" w:rsidRDefault="008E229D" w:rsidP="00CF3E71">
      <w:pPr>
        <w:spacing w:before="120" w:after="120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D13441" w:rsidRPr="009B2439">
        <w:rPr>
          <w:sz w:val="28"/>
          <w:szCs w:val="28"/>
        </w:rPr>
        <w:t>ід</w:t>
      </w:r>
      <w:proofErr w:type="spellEnd"/>
      <w:r w:rsidR="00DD62E2">
        <w:rPr>
          <w:sz w:val="28"/>
          <w:szCs w:val="28"/>
          <w:lang w:val="uk-UA"/>
        </w:rPr>
        <w:t xml:space="preserve"> </w:t>
      </w:r>
      <w:r w:rsidR="00F56BE1">
        <w:rPr>
          <w:sz w:val="28"/>
          <w:szCs w:val="28"/>
          <w:lang w:val="uk-UA"/>
        </w:rPr>
        <w:t xml:space="preserve">    грудня</w:t>
      </w:r>
      <w:r w:rsidR="00431BF3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251185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663002">
        <w:rPr>
          <w:lang w:val="uk-UA"/>
        </w:rPr>
        <w:tab/>
        <w:t xml:space="preserve">   </w:t>
      </w:r>
      <w:r w:rsidR="00127FB5" w:rsidRPr="009B2439">
        <w:rPr>
          <w:sz w:val="22"/>
          <w:szCs w:val="22"/>
          <w:lang w:val="uk-UA"/>
        </w:rPr>
        <w:t xml:space="preserve">м. </w:t>
      </w:r>
      <w:proofErr w:type="spellStart"/>
      <w:r w:rsidR="00577F8B" w:rsidRPr="009B2439">
        <w:rPr>
          <w:sz w:val="22"/>
          <w:szCs w:val="22"/>
        </w:rPr>
        <w:t>Стрий</w:t>
      </w:r>
      <w:proofErr w:type="spellEnd"/>
      <w:r w:rsidR="00577F8B" w:rsidRPr="009B2439">
        <w:tab/>
      </w:r>
      <w:r w:rsidR="00577F8B" w:rsidRPr="009B2439">
        <w:tab/>
      </w:r>
      <w:r>
        <w:tab/>
      </w:r>
      <w:r w:rsidR="00577F8B" w:rsidRPr="009B2439">
        <w:rPr>
          <w:sz w:val="28"/>
          <w:szCs w:val="28"/>
        </w:rPr>
        <w:t>№</w:t>
      </w:r>
      <w:r w:rsidR="002350BD">
        <w:rPr>
          <w:sz w:val="28"/>
          <w:szCs w:val="28"/>
          <w:lang w:val="uk-UA"/>
        </w:rPr>
        <w:t xml:space="preserve"> </w:t>
      </w:r>
    </w:p>
    <w:p w14:paraId="2A5373CE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4427E0D9" w14:textId="647AC50E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</w:t>
      </w:r>
      <w:r w:rsidR="00251185">
        <w:rPr>
          <w:b/>
          <w:bCs/>
          <w:lang w:val="uk-UA"/>
        </w:rPr>
        <w:t xml:space="preserve"> змін до</w:t>
      </w:r>
      <w:r w:rsidRPr="009B2439">
        <w:rPr>
          <w:b/>
          <w:bCs/>
          <w:lang w:val="uk-UA"/>
        </w:rPr>
        <w:t xml:space="preserve"> Програми</w:t>
      </w:r>
    </w:p>
    <w:p w14:paraId="33563C71" w14:textId="77777777" w:rsidR="0051315C" w:rsidRPr="0051315C" w:rsidRDefault="0051315C" w:rsidP="0051315C">
      <w:pPr>
        <w:ind w:right="4676"/>
        <w:rPr>
          <w:b/>
          <w:lang w:val="uk-UA"/>
        </w:rPr>
      </w:pPr>
      <w:r w:rsidRPr="0051315C">
        <w:rPr>
          <w:b/>
          <w:bCs/>
          <w:color w:val="000000"/>
          <w:shd w:val="clear" w:color="auto" w:fill="FFFFF0"/>
          <w:lang w:val="uk-UA"/>
        </w:rPr>
        <w:t>«Матеріально-технічне забезпечення підрозділів територіальної оборони»</w:t>
      </w:r>
    </w:p>
    <w:p w14:paraId="0E597B6B" w14:textId="2026F4F9" w:rsidR="0051315C" w:rsidRDefault="0051315C" w:rsidP="0051315C">
      <w:pPr>
        <w:ind w:right="5272"/>
        <w:rPr>
          <w:b/>
          <w:bCs/>
          <w:sz w:val="26"/>
          <w:szCs w:val="26"/>
          <w:lang w:val="uk-UA"/>
        </w:rPr>
      </w:pPr>
      <w:r w:rsidRPr="0051315C">
        <w:rPr>
          <w:b/>
          <w:bCs/>
          <w:lang w:val="uk-UA"/>
        </w:rPr>
        <w:t>на 202</w:t>
      </w:r>
      <w:r w:rsidR="002E2683">
        <w:rPr>
          <w:b/>
          <w:bCs/>
          <w:lang w:val="uk-UA"/>
        </w:rPr>
        <w:t>4</w:t>
      </w:r>
      <w:r w:rsidRPr="0051315C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0E8FC81E" w14:textId="3B402EBC" w:rsidR="00E461DF" w:rsidRDefault="00027C2B" w:rsidP="00B31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матеріальної допомоги Збройним силам України, керуючись</w:t>
      </w:r>
      <w:r w:rsidR="00B3116F">
        <w:rPr>
          <w:sz w:val="28"/>
          <w:szCs w:val="28"/>
          <w:lang w:val="uk-UA"/>
        </w:rPr>
        <w:t xml:space="preserve"> </w:t>
      </w:r>
      <w:proofErr w:type="spellStart"/>
      <w:r w:rsidR="00B311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.п</w:t>
      </w:r>
      <w:proofErr w:type="spellEnd"/>
      <w:r>
        <w:rPr>
          <w:sz w:val="28"/>
          <w:szCs w:val="28"/>
          <w:lang w:val="uk-UA"/>
        </w:rPr>
        <w:t>.</w:t>
      </w:r>
      <w:r w:rsidR="00B3116F">
        <w:rPr>
          <w:sz w:val="28"/>
          <w:szCs w:val="28"/>
          <w:lang w:val="uk-UA"/>
        </w:rPr>
        <w:t xml:space="preserve"> 22 п</w:t>
      </w:r>
      <w:r>
        <w:rPr>
          <w:sz w:val="28"/>
          <w:szCs w:val="28"/>
          <w:lang w:val="uk-UA"/>
        </w:rPr>
        <w:t>.1</w:t>
      </w:r>
      <w:r w:rsidR="00B3116F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="00B3116F" w:rsidRPr="009A08B4">
        <w:rPr>
          <w:sz w:val="28"/>
          <w:szCs w:val="28"/>
          <w:lang w:val="uk-UA"/>
        </w:rPr>
        <w:t xml:space="preserve"> 26 Закону України “Про місцеве самоврядування в Україні”</w:t>
      </w:r>
      <w:r w:rsidR="00B3116F">
        <w:rPr>
          <w:sz w:val="28"/>
          <w:szCs w:val="28"/>
          <w:lang w:val="uk-UA"/>
        </w:rPr>
        <w:t>, Закону України «Про основи національного спротиву», Закону України</w:t>
      </w:r>
      <w:r w:rsidR="00B3116F" w:rsidRPr="005E5344">
        <w:rPr>
          <w:sz w:val="28"/>
          <w:szCs w:val="28"/>
          <w:lang w:val="uk-UA"/>
        </w:rPr>
        <w:t xml:space="preserve"> </w:t>
      </w:r>
      <w:r w:rsidR="00B3116F">
        <w:rPr>
          <w:sz w:val="28"/>
          <w:szCs w:val="28"/>
          <w:lang w:val="uk-UA"/>
        </w:rPr>
        <w:t>«Про оборону України»</w:t>
      </w:r>
      <w:r w:rsidR="003E2C00">
        <w:rPr>
          <w:sz w:val="28"/>
          <w:szCs w:val="28"/>
          <w:lang w:val="uk-UA"/>
        </w:rPr>
        <w:t>,</w:t>
      </w:r>
      <w:r w:rsidR="00F37EF9">
        <w:rPr>
          <w:sz w:val="28"/>
          <w:szCs w:val="28"/>
          <w:lang w:val="uk-UA"/>
        </w:rPr>
        <w:t xml:space="preserve"> </w:t>
      </w:r>
      <w:r w:rsidR="00285657">
        <w:rPr>
          <w:sz w:val="28"/>
          <w:szCs w:val="28"/>
          <w:lang w:val="uk-UA"/>
        </w:rPr>
        <w:t xml:space="preserve">враховуючи клопотання військових частин </w:t>
      </w:r>
      <w:r w:rsidR="00B3116F" w:rsidRPr="009A08B4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6FEF73AE" w14:textId="23FF57F7" w:rsidR="002F0AFB" w:rsidRDefault="0051315C" w:rsidP="002F0A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r w:rsidR="00251185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>Програм</w:t>
      </w:r>
      <w:r w:rsidR="0025118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«Матеріально-технічне забезпечення підрозділів територіальної оборони» на 202</w:t>
      </w:r>
      <w:r w:rsidR="002E26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="0090281D">
        <w:rPr>
          <w:bCs/>
          <w:sz w:val="28"/>
          <w:szCs w:val="28"/>
          <w:lang w:val="uk-UA"/>
        </w:rPr>
        <w:t>згідно з додатком</w:t>
      </w:r>
      <w:r w:rsidR="00BD591E">
        <w:rPr>
          <w:bCs/>
          <w:sz w:val="28"/>
          <w:szCs w:val="28"/>
          <w:lang w:val="uk-UA"/>
        </w:rPr>
        <w:t xml:space="preserve"> (додається)</w:t>
      </w:r>
      <w:r w:rsidR="0090281D" w:rsidRPr="00A05C93">
        <w:rPr>
          <w:sz w:val="28"/>
          <w:szCs w:val="28"/>
          <w:lang w:val="uk-UA"/>
        </w:rPr>
        <w:t>.</w:t>
      </w:r>
    </w:p>
    <w:p w14:paraId="2906B3BD" w14:textId="2237B67C" w:rsidR="0090281D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C29C0">
        <w:rPr>
          <w:sz w:val="28"/>
          <w:szCs w:val="28"/>
          <w:lang w:val="uk-UA"/>
        </w:rPr>
        <w:t>Фінансовому управлінню (</w:t>
      </w:r>
      <w:proofErr w:type="spellStart"/>
      <w:r w:rsidR="002C29C0">
        <w:rPr>
          <w:sz w:val="28"/>
          <w:szCs w:val="28"/>
          <w:lang w:val="uk-UA"/>
        </w:rPr>
        <w:t>Л.Коваль</w:t>
      </w:r>
      <w:proofErr w:type="spellEnd"/>
      <w:r w:rsidR="002C29C0">
        <w:rPr>
          <w:sz w:val="28"/>
          <w:szCs w:val="28"/>
          <w:lang w:val="uk-UA"/>
        </w:rPr>
        <w:t xml:space="preserve">) проводити фінансування </w:t>
      </w:r>
      <w:r w:rsidR="00BD591E">
        <w:rPr>
          <w:sz w:val="28"/>
          <w:szCs w:val="28"/>
          <w:lang w:val="uk-UA"/>
        </w:rPr>
        <w:t>згідно п.1 даного рішення</w:t>
      </w:r>
      <w:r w:rsidR="002C29C0">
        <w:rPr>
          <w:sz w:val="28"/>
          <w:szCs w:val="28"/>
          <w:lang w:val="uk-UA"/>
        </w:rPr>
        <w:t>.</w:t>
      </w:r>
    </w:p>
    <w:p w14:paraId="7DAF9733" w14:textId="478DA9E5" w:rsidR="00C4290F" w:rsidRPr="00A05C93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290F" w:rsidRPr="00A05C93">
        <w:rPr>
          <w:sz w:val="28"/>
          <w:szCs w:val="28"/>
          <w:lang w:val="uk-UA"/>
        </w:rPr>
        <w:t>.Контроль за викона</w:t>
      </w:r>
      <w:r w:rsidR="002C29C0">
        <w:rPr>
          <w:sz w:val="28"/>
          <w:szCs w:val="28"/>
          <w:lang w:val="uk-UA"/>
        </w:rPr>
        <w:t>нням даного рішення покласти на</w:t>
      </w:r>
      <w:r w:rsidR="00C4290F" w:rsidRPr="00A05C93">
        <w:rPr>
          <w:sz w:val="28"/>
          <w:szCs w:val="28"/>
          <w:lang w:val="uk-UA"/>
        </w:rPr>
        <w:t xml:space="preserve"> першого заступник</w:t>
      </w:r>
      <w:r w:rsidR="002C29C0">
        <w:rPr>
          <w:sz w:val="28"/>
          <w:szCs w:val="28"/>
          <w:lang w:val="uk-UA"/>
        </w:rPr>
        <w:t xml:space="preserve">а міського голови </w:t>
      </w:r>
      <w:proofErr w:type="spellStart"/>
      <w:r w:rsidR="002C29C0">
        <w:rPr>
          <w:sz w:val="28"/>
          <w:szCs w:val="28"/>
          <w:lang w:val="uk-UA"/>
        </w:rPr>
        <w:t>М.Дмитришина</w:t>
      </w:r>
      <w:proofErr w:type="spellEnd"/>
      <w:r w:rsidR="00D54494">
        <w:rPr>
          <w:sz w:val="28"/>
          <w:szCs w:val="28"/>
          <w:lang w:val="uk-UA"/>
        </w:rPr>
        <w:t xml:space="preserve"> та на постійну</w:t>
      </w:r>
      <w:r w:rsidR="00F55A62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</w:t>
      </w:r>
      <w:proofErr w:type="spellStart"/>
      <w:r w:rsidR="00F55A62">
        <w:rPr>
          <w:sz w:val="28"/>
          <w:szCs w:val="28"/>
          <w:lang w:val="uk-UA"/>
        </w:rPr>
        <w:t>С.Ковальчук</w:t>
      </w:r>
      <w:proofErr w:type="spellEnd"/>
      <w:r w:rsidR="00F55A62">
        <w:rPr>
          <w:sz w:val="28"/>
          <w:szCs w:val="28"/>
          <w:lang w:val="uk-UA"/>
        </w:rPr>
        <w:t>).</w:t>
      </w:r>
    </w:p>
    <w:p w14:paraId="544886EC" w14:textId="77777777" w:rsidR="00C4290F" w:rsidRDefault="00C4290F" w:rsidP="00C4290F">
      <w:pPr>
        <w:rPr>
          <w:sz w:val="28"/>
          <w:szCs w:val="28"/>
          <w:lang w:val="uk-UA"/>
        </w:rPr>
      </w:pPr>
    </w:p>
    <w:p w14:paraId="776BA6BB" w14:textId="0683ACED" w:rsidR="00C4290F" w:rsidRDefault="00C4290F" w:rsidP="00C4290F">
      <w:pPr>
        <w:rPr>
          <w:sz w:val="28"/>
          <w:szCs w:val="28"/>
          <w:lang w:val="uk-UA"/>
        </w:rPr>
      </w:pPr>
    </w:p>
    <w:p w14:paraId="048DA38B" w14:textId="23AC919E" w:rsidR="007D7C0D" w:rsidRDefault="007D7C0D" w:rsidP="00C4290F">
      <w:pPr>
        <w:rPr>
          <w:sz w:val="28"/>
          <w:szCs w:val="28"/>
          <w:lang w:val="uk-UA"/>
        </w:rPr>
      </w:pPr>
    </w:p>
    <w:p w14:paraId="2E5B1358" w14:textId="77777777" w:rsidR="001F030D" w:rsidRPr="00142E40" w:rsidRDefault="001F030D" w:rsidP="00C4290F">
      <w:pPr>
        <w:rPr>
          <w:sz w:val="28"/>
          <w:szCs w:val="28"/>
          <w:lang w:val="uk-UA"/>
        </w:rPr>
      </w:pPr>
    </w:p>
    <w:p w14:paraId="77E84B4B" w14:textId="7F9FB5C2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A31BDF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77777777" w:rsidR="00C4290F" w:rsidRPr="009B2439" w:rsidRDefault="00C4290F" w:rsidP="00C4290F">
      <w:pPr>
        <w:rPr>
          <w:b/>
          <w:sz w:val="26"/>
          <w:szCs w:val="26"/>
          <w:lang w:val="uk-UA"/>
        </w:rPr>
      </w:pPr>
    </w:p>
    <w:p w14:paraId="22078434" w14:textId="48C7BBC0" w:rsidR="00C4290F" w:rsidRDefault="00C4290F" w:rsidP="00C4290F">
      <w:pPr>
        <w:rPr>
          <w:b/>
          <w:sz w:val="26"/>
          <w:lang w:val="uk-UA"/>
        </w:rPr>
      </w:pPr>
    </w:p>
    <w:p w14:paraId="317A8DB1" w14:textId="459A8A14" w:rsidR="007D7C0D" w:rsidRDefault="007D7C0D" w:rsidP="00C4290F">
      <w:pPr>
        <w:rPr>
          <w:b/>
          <w:sz w:val="26"/>
          <w:lang w:val="uk-UA"/>
        </w:rPr>
      </w:pPr>
    </w:p>
    <w:p w14:paraId="45DF6835" w14:textId="26AD9139" w:rsidR="002F0AFB" w:rsidRDefault="002F0AFB" w:rsidP="00C4290F">
      <w:pPr>
        <w:rPr>
          <w:b/>
          <w:sz w:val="26"/>
          <w:lang w:val="uk-UA"/>
        </w:rPr>
      </w:pPr>
    </w:p>
    <w:p w14:paraId="27F27425" w14:textId="77777777" w:rsidR="002C29C0" w:rsidRDefault="002C29C0" w:rsidP="00C4290F">
      <w:pPr>
        <w:rPr>
          <w:b/>
          <w:sz w:val="26"/>
          <w:lang w:val="uk-UA"/>
        </w:rPr>
      </w:pPr>
    </w:p>
    <w:p w14:paraId="1B5E6624" w14:textId="2D0CC18C" w:rsidR="002C29C0" w:rsidRDefault="002C29C0" w:rsidP="00C4290F">
      <w:pPr>
        <w:rPr>
          <w:b/>
          <w:sz w:val="26"/>
          <w:lang w:val="uk-UA"/>
        </w:rPr>
      </w:pPr>
    </w:p>
    <w:p w14:paraId="5D69EB41" w14:textId="77777777" w:rsidR="00A31BDF" w:rsidRDefault="00A31BDF" w:rsidP="00C4290F">
      <w:pPr>
        <w:rPr>
          <w:b/>
          <w:sz w:val="26"/>
          <w:lang w:val="uk-UA"/>
        </w:rPr>
      </w:pPr>
    </w:p>
    <w:p w14:paraId="0F813D7C" w14:textId="77777777" w:rsidR="002C29C0" w:rsidRDefault="002C29C0" w:rsidP="00C4290F">
      <w:pPr>
        <w:rPr>
          <w:b/>
          <w:sz w:val="26"/>
          <w:lang w:val="uk-UA"/>
        </w:rPr>
      </w:pPr>
    </w:p>
    <w:p w14:paraId="031D38CB" w14:textId="11A9714B" w:rsidR="002C29C0" w:rsidRDefault="002C29C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968C4D0" w14:textId="284DC7F0" w:rsidR="006D2D5B" w:rsidRDefault="006D2D5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4AFC180E" w14:textId="77777777" w:rsidR="00A92EE0" w:rsidRDefault="00A92EE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5FD32E6" w14:textId="4433B112" w:rsidR="003C2061" w:rsidRDefault="003C2061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0E1CCD2B" w14:textId="77777777" w:rsidR="00A92EE0" w:rsidRPr="002606C4" w:rsidRDefault="00A92EE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proofErr w:type="spellStart"/>
      <w:r w:rsidRPr="002D009E">
        <w:rPr>
          <w:b/>
          <w:bCs/>
        </w:rPr>
        <w:t>Готував</w:t>
      </w:r>
      <w:proofErr w:type="spellEnd"/>
      <w:r w:rsidRPr="002D009E">
        <w:rPr>
          <w:b/>
          <w:bCs/>
        </w:rPr>
        <w:t>:</w:t>
      </w:r>
    </w:p>
    <w:p w14:paraId="264823B2" w14:textId="77777777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3FD5F909" w14:textId="013D7FEF" w:rsidR="002C29C0" w:rsidRDefault="002C29C0" w:rsidP="002C29C0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A7D9B">
        <w:rPr>
          <w:lang w:val="uk-UA"/>
        </w:rPr>
        <w:t xml:space="preserve">       </w:t>
      </w:r>
      <w:r>
        <w:rPr>
          <w:lang w:val="uk-UA"/>
        </w:rPr>
        <w:t>Андрій СТАСІВ</w:t>
      </w:r>
    </w:p>
    <w:p w14:paraId="14404A61" w14:textId="77777777" w:rsidR="00E11ED4" w:rsidRPr="00B20058" w:rsidRDefault="00E11ED4" w:rsidP="002C29C0">
      <w:pPr>
        <w:shd w:val="clear" w:color="auto" w:fill="FFFFFF"/>
        <w:rPr>
          <w:lang w:val="uk-UA"/>
        </w:rPr>
      </w:pPr>
    </w:p>
    <w:p w14:paraId="01721979" w14:textId="4389F944" w:rsidR="00E11ED4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1F2C864A" w14:textId="0A287D88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56A5A245" w14:textId="5ED90D88" w:rsidR="001A0F47" w:rsidRPr="001A0F47" w:rsidRDefault="001A0F47" w:rsidP="001A0F47">
      <w:pPr>
        <w:shd w:val="clear" w:color="auto" w:fill="FFFFFF"/>
        <w:rPr>
          <w:lang w:val="uk-UA"/>
        </w:rPr>
      </w:pPr>
      <w:r w:rsidRPr="001A0F47">
        <w:rPr>
          <w:lang w:val="uk-UA"/>
        </w:rPr>
        <w:t>перший заступник міського голови</w:t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>
        <w:rPr>
          <w:lang w:val="uk-UA"/>
        </w:rPr>
        <w:t xml:space="preserve">       </w:t>
      </w:r>
      <w:r w:rsidRPr="001A0F47">
        <w:rPr>
          <w:lang w:val="uk-UA"/>
        </w:rPr>
        <w:t>Микола ДМИТРИШИН</w:t>
      </w:r>
    </w:p>
    <w:p w14:paraId="4E648A2B" w14:textId="77777777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41B5E2DC" w14:textId="77777777" w:rsidR="00D9309A" w:rsidRPr="00DF7A19" w:rsidRDefault="00D9309A" w:rsidP="00D13441">
      <w:pPr>
        <w:shd w:val="clear" w:color="auto" w:fill="FFFFFF"/>
        <w:rPr>
          <w:lang w:val="uk-UA"/>
        </w:rPr>
      </w:pPr>
    </w:p>
    <w:p w14:paraId="18376910" w14:textId="68E04592" w:rsidR="000545E5" w:rsidRPr="00E978DA" w:rsidRDefault="00B54680" w:rsidP="00870BA4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2350BD">
        <w:t>ачальни</w:t>
      </w:r>
      <w:proofErr w:type="spellEnd"/>
      <w:r w:rsidR="002635CB">
        <w:rPr>
          <w:lang w:val="uk-UA"/>
        </w:rPr>
        <w:t>к</w:t>
      </w:r>
      <w:r w:rsidR="00D13441" w:rsidRPr="00B20058">
        <w:t xml:space="preserve"> </w:t>
      </w:r>
      <w:proofErr w:type="spellStart"/>
      <w:r w:rsidR="00D13441" w:rsidRPr="00B20058">
        <w:t>фінансового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управлі</w:t>
      </w:r>
      <w:r w:rsidR="00E978DA">
        <w:rPr>
          <w:lang w:val="uk-UA"/>
        </w:rPr>
        <w:t>ння</w:t>
      </w:r>
      <w:proofErr w:type="spellEnd"/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  <w:t xml:space="preserve">       Лариса КОВАЛЬ</w:t>
      </w:r>
    </w:p>
    <w:p w14:paraId="71B33DBE" w14:textId="4F7BCF8F" w:rsidR="000829D7" w:rsidRDefault="000829D7" w:rsidP="00870BA4">
      <w:pPr>
        <w:shd w:val="clear" w:color="auto" w:fill="FFFFFF"/>
        <w:rPr>
          <w:lang w:val="uk-UA"/>
        </w:rPr>
      </w:pPr>
    </w:p>
    <w:p w14:paraId="5BD68EB8" w14:textId="77777777" w:rsidR="000829D7" w:rsidRDefault="000829D7" w:rsidP="00870BA4">
      <w:pPr>
        <w:shd w:val="clear" w:color="auto" w:fill="FFFFFF"/>
        <w:rPr>
          <w:lang w:val="uk-UA"/>
        </w:rPr>
      </w:pPr>
    </w:p>
    <w:p w14:paraId="50C3BDB5" w14:textId="0BABCF2F" w:rsidR="005B32C1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 xml:space="preserve">начальник відділу економічного </w:t>
      </w:r>
    </w:p>
    <w:p w14:paraId="20BD8B5C" w14:textId="0C0BB304" w:rsidR="000829D7" w:rsidRPr="001B5EF3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>розвитку</w:t>
      </w:r>
      <w:r w:rsidR="005B32C1">
        <w:rPr>
          <w:lang w:val="uk-UA"/>
        </w:rPr>
        <w:t xml:space="preserve"> </w:t>
      </w:r>
      <w:r>
        <w:rPr>
          <w:lang w:val="uk-UA"/>
        </w:rPr>
        <w:t>та стратегічного планування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="00E978DA">
        <w:rPr>
          <w:lang w:val="uk-UA"/>
        </w:rPr>
        <w:t>Галина КАЛИНОВИЧ</w:t>
      </w:r>
    </w:p>
    <w:p w14:paraId="20C65884" w14:textId="7E311872" w:rsidR="000545E5" w:rsidRDefault="000545E5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3C83CD51" w14:textId="77777777" w:rsidR="004068DA" w:rsidRDefault="004068DA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015A5232" w14:textId="359D008C" w:rsidR="006A7D9B" w:rsidRDefault="00B54680" w:rsidP="006A7D9B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D13441" w:rsidRPr="00B20058">
        <w:t>ачальник</w:t>
      </w:r>
      <w:proofErr w:type="spellEnd"/>
      <w:r w:rsidR="00D13441" w:rsidRPr="00B20058">
        <w:t xml:space="preserve"> </w:t>
      </w:r>
      <w:proofErr w:type="spellStart"/>
      <w:r w:rsidR="00D13441" w:rsidRPr="00B20058">
        <w:t>юридичного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відділу</w:t>
      </w:r>
      <w:proofErr w:type="spellEnd"/>
      <w:r w:rsidR="00AB63F0">
        <w:tab/>
      </w:r>
      <w:r w:rsidR="00AB63F0">
        <w:tab/>
      </w:r>
      <w:r w:rsidR="002635CB">
        <w:rPr>
          <w:lang w:val="uk-UA"/>
        </w:rPr>
        <w:tab/>
      </w:r>
      <w:r w:rsidR="002635CB">
        <w:rPr>
          <w:lang w:val="uk-UA"/>
        </w:rPr>
        <w:tab/>
      </w:r>
      <w:r w:rsidR="00AB63F0">
        <w:tab/>
      </w:r>
      <w:r w:rsidR="006A7D9B">
        <w:rPr>
          <w:lang w:val="uk-UA"/>
        </w:rPr>
        <w:t xml:space="preserve">       </w:t>
      </w:r>
      <w:r w:rsidR="002635CB">
        <w:rPr>
          <w:lang w:val="uk-UA"/>
        </w:rPr>
        <w:t>Надія ТЕМНИК</w:t>
      </w:r>
    </w:p>
    <w:p w14:paraId="06CEE308" w14:textId="77777777" w:rsidR="006A7D9B" w:rsidRDefault="006A7D9B" w:rsidP="00D13441">
      <w:pPr>
        <w:shd w:val="clear" w:color="auto" w:fill="FFFFFF"/>
        <w:rPr>
          <w:lang w:val="uk-UA"/>
        </w:rPr>
      </w:pPr>
    </w:p>
    <w:p w14:paraId="49E861F4" w14:textId="77777777" w:rsidR="006A7D9B" w:rsidRDefault="006A7D9B" w:rsidP="00D13441">
      <w:pPr>
        <w:shd w:val="clear" w:color="auto" w:fill="FFFFFF"/>
        <w:rPr>
          <w:lang w:val="uk-UA"/>
        </w:rPr>
      </w:pPr>
    </w:p>
    <w:p w14:paraId="1B8D0CFE" w14:textId="420D2062" w:rsidR="00D13441" w:rsidRPr="00B20058" w:rsidRDefault="00B5468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6444E899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77777777" w:rsidR="00E11ED4" w:rsidRPr="00B20058" w:rsidRDefault="00E11ED4" w:rsidP="00E11ED4">
      <w:pPr>
        <w:shd w:val="clear" w:color="auto" w:fill="FFFFFF"/>
      </w:pPr>
    </w:p>
    <w:p w14:paraId="0F97F9D0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0B668855" w14:textId="77777777" w:rsidR="00C8788E" w:rsidRDefault="00C8788E" w:rsidP="00E11ED4">
      <w:r>
        <w:rPr>
          <w:lang w:val="uk-UA"/>
        </w:rPr>
        <w:t>головний спеціаліст-</w:t>
      </w:r>
      <w:r w:rsidR="00B54680">
        <w:rPr>
          <w:lang w:val="uk-UA"/>
        </w:rPr>
        <w:t>у</w:t>
      </w:r>
      <w:proofErr w:type="spellStart"/>
      <w:r w:rsidR="00E11ED4" w:rsidRPr="00B20058">
        <w:t>повноважений</w:t>
      </w:r>
      <w:proofErr w:type="spellEnd"/>
      <w:r w:rsidR="00E11ED4" w:rsidRPr="00B20058">
        <w:t xml:space="preserve"> з </w:t>
      </w:r>
      <w:proofErr w:type="spellStart"/>
      <w:r w:rsidR="00E11ED4" w:rsidRPr="00B20058">
        <w:t>питань</w:t>
      </w:r>
      <w:proofErr w:type="spellEnd"/>
    </w:p>
    <w:p w14:paraId="37B558FC" w14:textId="7FFC38EB" w:rsidR="00E11ED4" w:rsidRPr="00C8788E" w:rsidRDefault="00E11ED4" w:rsidP="00E11ED4">
      <w:proofErr w:type="spellStart"/>
      <w:r w:rsidRPr="00B20058">
        <w:t>запобігання</w:t>
      </w:r>
      <w:proofErr w:type="spellEnd"/>
      <w:r w:rsidR="00C8788E">
        <w:rPr>
          <w:lang w:val="uk-UA"/>
        </w:rPr>
        <w:t xml:space="preserve"> </w:t>
      </w:r>
      <w:r w:rsidRPr="00B20058">
        <w:t xml:space="preserve">та </w:t>
      </w:r>
      <w:proofErr w:type="spellStart"/>
      <w:r w:rsidRPr="00B20058">
        <w:t>виявлення</w:t>
      </w:r>
      <w:proofErr w:type="spellEnd"/>
      <w:r w:rsidRPr="00B20058">
        <w:t xml:space="preserve"> </w:t>
      </w:r>
      <w:proofErr w:type="spellStart"/>
      <w:r w:rsidRPr="00B20058">
        <w:t>корупції</w:t>
      </w:r>
      <w:proofErr w:type="spellEnd"/>
      <w:r w:rsidR="00AB63F0">
        <w:tab/>
      </w:r>
      <w:r w:rsidR="00AB63F0">
        <w:tab/>
      </w:r>
      <w:r w:rsidR="00AB63F0">
        <w:tab/>
      </w:r>
      <w:r w:rsidR="00C8788E">
        <w:tab/>
      </w:r>
      <w:r w:rsidR="00AB63F0">
        <w:tab/>
      </w:r>
      <w:r w:rsidR="006A7D9B">
        <w:rPr>
          <w:lang w:val="uk-UA"/>
        </w:rPr>
        <w:t xml:space="preserve">       </w:t>
      </w:r>
      <w:r w:rsidR="00A80872">
        <w:rPr>
          <w:lang w:val="uk-UA"/>
        </w:rPr>
        <w:t>Леся ФРЕЙ</w:t>
      </w:r>
    </w:p>
    <w:p w14:paraId="432380C8" w14:textId="77777777" w:rsidR="00E11ED4" w:rsidRPr="00B20058" w:rsidRDefault="00E11ED4" w:rsidP="00E11ED4">
      <w:pPr>
        <w:shd w:val="clear" w:color="auto" w:fill="FFFFFF"/>
        <w:jc w:val="center"/>
      </w:pPr>
    </w:p>
    <w:p w14:paraId="2C3356C6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4894BF0C" w14:textId="18737E96" w:rsidR="00E11ED4" w:rsidRPr="00B20058" w:rsidRDefault="00B5468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proofErr w:type="spellStart"/>
      <w:r w:rsidR="00E11ED4" w:rsidRPr="00B20058">
        <w:t>екретар</w:t>
      </w:r>
      <w:proofErr w:type="spellEnd"/>
      <w:r w:rsidR="00E11ED4" w:rsidRPr="00B20058">
        <w:rPr>
          <w:lang w:val="uk-UA"/>
        </w:rPr>
        <w:t xml:space="preserve"> </w:t>
      </w:r>
      <w:proofErr w:type="spellStart"/>
      <w:r w:rsidR="00E11ED4" w:rsidRPr="00B20058">
        <w:t>міської</w:t>
      </w:r>
      <w:proofErr w:type="spellEnd"/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="00E11ED4" w:rsidRPr="00B20058">
        <w:t>М</w:t>
      </w:r>
      <w:proofErr w:type="spellStart"/>
      <w:r w:rsidR="003E0C9B">
        <w:rPr>
          <w:lang w:val="uk-UA"/>
        </w:rPr>
        <w:t>ар’ян</w:t>
      </w:r>
      <w:proofErr w:type="spellEnd"/>
      <w:r w:rsidR="00E11ED4" w:rsidRPr="00B20058">
        <w:t xml:space="preserve"> </w:t>
      </w:r>
      <w:r w:rsidR="003F4669">
        <w:rPr>
          <w:lang w:val="uk-UA"/>
        </w:rPr>
        <w:t>БЕРНИК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67CE769B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1737A"/>
    <w:rsid w:val="00027C2B"/>
    <w:rsid w:val="00043B3E"/>
    <w:rsid w:val="00052E82"/>
    <w:rsid w:val="000545E5"/>
    <w:rsid w:val="0006581A"/>
    <w:rsid w:val="000677BF"/>
    <w:rsid w:val="00067A54"/>
    <w:rsid w:val="00073151"/>
    <w:rsid w:val="000829D7"/>
    <w:rsid w:val="00085C9C"/>
    <w:rsid w:val="000A2BA6"/>
    <w:rsid w:val="000D753B"/>
    <w:rsid w:val="001248A8"/>
    <w:rsid w:val="00127FB5"/>
    <w:rsid w:val="00140179"/>
    <w:rsid w:val="00163CA7"/>
    <w:rsid w:val="00194A74"/>
    <w:rsid w:val="001A0F47"/>
    <w:rsid w:val="001B5EF3"/>
    <w:rsid w:val="001D17D0"/>
    <w:rsid w:val="001D7819"/>
    <w:rsid w:val="001E24F4"/>
    <w:rsid w:val="001F030D"/>
    <w:rsid w:val="001F39B6"/>
    <w:rsid w:val="001F3B85"/>
    <w:rsid w:val="0022128E"/>
    <w:rsid w:val="002350BD"/>
    <w:rsid w:val="00247AE9"/>
    <w:rsid w:val="00251185"/>
    <w:rsid w:val="00253742"/>
    <w:rsid w:val="002606C4"/>
    <w:rsid w:val="002635CB"/>
    <w:rsid w:val="002847B2"/>
    <w:rsid w:val="00285657"/>
    <w:rsid w:val="00290E73"/>
    <w:rsid w:val="00291A58"/>
    <w:rsid w:val="002A0CEC"/>
    <w:rsid w:val="002B0E10"/>
    <w:rsid w:val="002C29C0"/>
    <w:rsid w:val="002E1F07"/>
    <w:rsid w:val="002E2683"/>
    <w:rsid w:val="002F0AFB"/>
    <w:rsid w:val="0031525C"/>
    <w:rsid w:val="0033571E"/>
    <w:rsid w:val="00353263"/>
    <w:rsid w:val="00356132"/>
    <w:rsid w:val="003A0660"/>
    <w:rsid w:val="003A0D47"/>
    <w:rsid w:val="003A25D3"/>
    <w:rsid w:val="003C2061"/>
    <w:rsid w:val="003E0C9B"/>
    <w:rsid w:val="003E2C00"/>
    <w:rsid w:val="003F4669"/>
    <w:rsid w:val="00405E58"/>
    <w:rsid w:val="004068DA"/>
    <w:rsid w:val="00410641"/>
    <w:rsid w:val="004107B4"/>
    <w:rsid w:val="00431077"/>
    <w:rsid w:val="00431BF3"/>
    <w:rsid w:val="00437ABC"/>
    <w:rsid w:val="00441E3D"/>
    <w:rsid w:val="004423C1"/>
    <w:rsid w:val="00447D56"/>
    <w:rsid w:val="00450371"/>
    <w:rsid w:val="00477C74"/>
    <w:rsid w:val="0050099A"/>
    <w:rsid w:val="00502360"/>
    <w:rsid w:val="0051315C"/>
    <w:rsid w:val="00514282"/>
    <w:rsid w:val="005148B5"/>
    <w:rsid w:val="00553C61"/>
    <w:rsid w:val="00577F8B"/>
    <w:rsid w:val="0058147F"/>
    <w:rsid w:val="0059248D"/>
    <w:rsid w:val="005B32C1"/>
    <w:rsid w:val="005D7042"/>
    <w:rsid w:val="00610FC6"/>
    <w:rsid w:val="006364B1"/>
    <w:rsid w:val="006402E0"/>
    <w:rsid w:val="00653FB6"/>
    <w:rsid w:val="006540F1"/>
    <w:rsid w:val="00663002"/>
    <w:rsid w:val="00673477"/>
    <w:rsid w:val="006770C3"/>
    <w:rsid w:val="00687918"/>
    <w:rsid w:val="006A65AF"/>
    <w:rsid w:val="006A7D9B"/>
    <w:rsid w:val="006C4724"/>
    <w:rsid w:val="006D2D5B"/>
    <w:rsid w:val="006E4E39"/>
    <w:rsid w:val="0070069F"/>
    <w:rsid w:val="007032CC"/>
    <w:rsid w:val="007342A9"/>
    <w:rsid w:val="00734E45"/>
    <w:rsid w:val="00773DB1"/>
    <w:rsid w:val="0078493D"/>
    <w:rsid w:val="007B0D72"/>
    <w:rsid w:val="007C3DDB"/>
    <w:rsid w:val="007C4A82"/>
    <w:rsid w:val="007D7C0D"/>
    <w:rsid w:val="007F1138"/>
    <w:rsid w:val="007F2709"/>
    <w:rsid w:val="00825356"/>
    <w:rsid w:val="00854817"/>
    <w:rsid w:val="0085648C"/>
    <w:rsid w:val="00870BA4"/>
    <w:rsid w:val="00880E00"/>
    <w:rsid w:val="008B2785"/>
    <w:rsid w:val="008B7458"/>
    <w:rsid w:val="008E229D"/>
    <w:rsid w:val="008E45BB"/>
    <w:rsid w:val="008F4AC8"/>
    <w:rsid w:val="0090281D"/>
    <w:rsid w:val="009077FD"/>
    <w:rsid w:val="00920C2D"/>
    <w:rsid w:val="00927389"/>
    <w:rsid w:val="00933371"/>
    <w:rsid w:val="00952BE8"/>
    <w:rsid w:val="00970378"/>
    <w:rsid w:val="009762EA"/>
    <w:rsid w:val="009918F5"/>
    <w:rsid w:val="009B2439"/>
    <w:rsid w:val="009C1209"/>
    <w:rsid w:val="009F5C6B"/>
    <w:rsid w:val="009F61A9"/>
    <w:rsid w:val="00A07C84"/>
    <w:rsid w:val="00A1743B"/>
    <w:rsid w:val="00A21544"/>
    <w:rsid w:val="00A31BDF"/>
    <w:rsid w:val="00A75FD4"/>
    <w:rsid w:val="00A80872"/>
    <w:rsid w:val="00A914D6"/>
    <w:rsid w:val="00A92EE0"/>
    <w:rsid w:val="00AB63F0"/>
    <w:rsid w:val="00AC1150"/>
    <w:rsid w:val="00AD74B5"/>
    <w:rsid w:val="00AD7C69"/>
    <w:rsid w:val="00AE6FE6"/>
    <w:rsid w:val="00AF7B30"/>
    <w:rsid w:val="00AF7EF4"/>
    <w:rsid w:val="00B12495"/>
    <w:rsid w:val="00B12DD4"/>
    <w:rsid w:val="00B20058"/>
    <w:rsid w:val="00B20E5D"/>
    <w:rsid w:val="00B3116F"/>
    <w:rsid w:val="00B367CB"/>
    <w:rsid w:val="00B3773A"/>
    <w:rsid w:val="00B54680"/>
    <w:rsid w:val="00B74CAB"/>
    <w:rsid w:val="00B95B67"/>
    <w:rsid w:val="00B97B27"/>
    <w:rsid w:val="00BA5873"/>
    <w:rsid w:val="00BD591E"/>
    <w:rsid w:val="00BD698A"/>
    <w:rsid w:val="00BE1A69"/>
    <w:rsid w:val="00BE288C"/>
    <w:rsid w:val="00BF429B"/>
    <w:rsid w:val="00BF4FED"/>
    <w:rsid w:val="00C078DC"/>
    <w:rsid w:val="00C372F5"/>
    <w:rsid w:val="00C4290F"/>
    <w:rsid w:val="00C47663"/>
    <w:rsid w:val="00C47EA2"/>
    <w:rsid w:val="00C65B1C"/>
    <w:rsid w:val="00C6767A"/>
    <w:rsid w:val="00C73776"/>
    <w:rsid w:val="00C8788E"/>
    <w:rsid w:val="00C9484D"/>
    <w:rsid w:val="00CB42A7"/>
    <w:rsid w:val="00CB641F"/>
    <w:rsid w:val="00CC3EE9"/>
    <w:rsid w:val="00CC794F"/>
    <w:rsid w:val="00CE2F21"/>
    <w:rsid w:val="00CF3788"/>
    <w:rsid w:val="00CF3E71"/>
    <w:rsid w:val="00D04929"/>
    <w:rsid w:val="00D102B2"/>
    <w:rsid w:val="00D13441"/>
    <w:rsid w:val="00D25124"/>
    <w:rsid w:val="00D52E3B"/>
    <w:rsid w:val="00D538E1"/>
    <w:rsid w:val="00D54494"/>
    <w:rsid w:val="00D71EE6"/>
    <w:rsid w:val="00D7264C"/>
    <w:rsid w:val="00D77F8E"/>
    <w:rsid w:val="00D81811"/>
    <w:rsid w:val="00D8308C"/>
    <w:rsid w:val="00D858EA"/>
    <w:rsid w:val="00D925C3"/>
    <w:rsid w:val="00D9309A"/>
    <w:rsid w:val="00DA23DC"/>
    <w:rsid w:val="00DA3444"/>
    <w:rsid w:val="00DA59BA"/>
    <w:rsid w:val="00DD62E2"/>
    <w:rsid w:val="00DF7A19"/>
    <w:rsid w:val="00E03549"/>
    <w:rsid w:val="00E11ED4"/>
    <w:rsid w:val="00E461DF"/>
    <w:rsid w:val="00E978DA"/>
    <w:rsid w:val="00EA0A8A"/>
    <w:rsid w:val="00EA68B6"/>
    <w:rsid w:val="00EB639C"/>
    <w:rsid w:val="00EC153D"/>
    <w:rsid w:val="00EC69D9"/>
    <w:rsid w:val="00F03B00"/>
    <w:rsid w:val="00F11E78"/>
    <w:rsid w:val="00F26671"/>
    <w:rsid w:val="00F32220"/>
    <w:rsid w:val="00F34781"/>
    <w:rsid w:val="00F37EF9"/>
    <w:rsid w:val="00F41B9B"/>
    <w:rsid w:val="00F55A62"/>
    <w:rsid w:val="00F56BE1"/>
    <w:rsid w:val="00F60129"/>
    <w:rsid w:val="00F65D82"/>
    <w:rsid w:val="00F8737E"/>
    <w:rsid w:val="00F87693"/>
    <w:rsid w:val="00F95675"/>
    <w:rsid w:val="00F96A2C"/>
    <w:rsid w:val="00F96B7E"/>
    <w:rsid w:val="00F97CD9"/>
    <w:rsid w:val="00FA0BB6"/>
    <w:rsid w:val="00FC1DCB"/>
    <w:rsid w:val="00FC43BE"/>
    <w:rsid w:val="00FD0E1E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D64"/>
  <w15:docId w15:val="{CFDCFB2C-D156-4362-B107-2CAC1838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0C1C-BA22-43B6-8FCD-A621303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1079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Пользователь Windows</cp:lastModifiedBy>
  <cp:revision>3</cp:revision>
  <cp:lastPrinted>2024-12-02T07:38:00Z</cp:lastPrinted>
  <dcterms:created xsi:type="dcterms:W3CDTF">2024-12-04T12:40:00Z</dcterms:created>
  <dcterms:modified xsi:type="dcterms:W3CDTF">2024-12-04T12:41:00Z</dcterms:modified>
</cp:coreProperties>
</file>